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671A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AF0B8A8" w:rsidR="00B65513" w:rsidRPr="0007110E" w:rsidRDefault="00385FED" w:rsidP="00E82667">
                <w:pPr>
                  <w:tabs>
                    <w:tab w:val="left" w:pos="426"/>
                  </w:tabs>
                  <w:spacing w:before="120"/>
                  <w:rPr>
                    <w:bCs/>
                    <w:lang w:val="en-IE" w:eastAsia="en-GB"/>
                  </w:rPr>
                </w:pPr>
                <w:r w:rsidRPr="00B34A81">
                  <w:rPr>
                    <w:b/>
                    <w:sz w:val="20"/>
                    <w:lang w:val="en-IE" w:eastAsia="en-GB"/>
                  </w:rPr>
                  <w:t>ESTAT-G-1 Coordination and infrastructure development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C767DD6" w:rsidR="00D96984" w:rsidRPr="0007110E" w:rsidRDefault="00DE41ED" w:rsidP="00E82667">
                <w:pPr>
                  <w:tabs>
                    <w:tab w:val="left" w:pos="426"/>
                  </w:tabs>
                  <w:spacing w:before="120"/>
                  <w:rPr>
                    <w:bCs/>
                    <w:lang w:val="en-IE" w:eastAsia="en-GB"/>
                  </w:rPr>
                </w:pPr>
                <w:r>
                  <w:rPr>
                    <w:bCs/>
                    <w:lang w:val="en-IE" w:eastAsia="en-GB"/>
                  </w:rPr>
                  <w:t>331747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2D90EDD" w:rsidR="00E21DBD" w:rsidRPr="002212F5" w:rsidRDefault="00E530C9" w:rsidP="00E82667">
                <w:pPr>
                  <w:tabs>
                    <w:tab w:val="left" w:pos="426"/>
                  </w:tabs>
                  <w:spacing w:before="120"/>
                  <w:rPr>
                    <w:bCs/>
                    <w:lang w:val="fr-FR" w:eastAsia="en-GB"/>
                  </w:rPr>
                </w:pPr>
                <w:r w:rsidRPr="002212F5">
                  <w:rPr>
                    <w:bCs/>
                    <w:sz w:val="20"/>
                    <w:lang w:val="fr-FR" w:eastAsia="en-GB"/>
                  </w:rPr>
                  <w:t>Enrica</w:t>
                </w:r>
                <w:r w:rsidR="00EE279C" w:rsidRPr="002212F5">
                  <w:rPr>
                    <w:bCs/>
                    <w:sz w:val="20"/>
                    <w:lang w:val="fr-FR" w:eastAsia="en-GB"/>
                  </w:rPr>
                  <w:t xml:space="preserve"> </w:t>
                </w:r>
                <w:r w:rsidRPr="002212F5">
                  <w:rPr>
                    <w:bCs/>
                    <w:sz w:val="20"/>
                    <w:lang w:val="fr-FR" w:eastAsia="en-GB"/>
                  </w:rPr>
                  <w:t>MORG</w:t>
                </w:r>
                <w:r w:rsidR="00EE279C" w:rsidRPr="002212F5">
                  <w:rPr>
                    <w:bCs/>
                    <w:sz w:val="20"/>
                    <w:lang w:val="fr-FR" w:eastAsia="en-GB"/>
                  </w:rPr>
                  <w:t>ANTI</w:t>
                </w:r>
                <w:r w:rsidR="00EE279C" w:rsidRPr="002212F5">
                  <w:rPr>
                    <w:bCs/>
                    <w:lang w:val="fr-FR" w:eastAsia="en-GB"/>
                  </w:rPr>
                  <w:t xml:space="preserve">    Enrica.MORGANTI@ec.europa.eu</w:t>
                </w:r>
              </w:p>
            </w:sdtContent>
          </w:sdt>
          <w:p w14:paraId="34CF737A" w14:textId="67964DF4" w:rsidR="00E21DBD" w:rsidRPr="002212F5" w:rsidRDefault="006671A7" w:rsidP="00E82667">
            <w:pPr>
              <w:tabs>
                <w:tab w:val="left" w:pos="426"/>
              </w:tabs>
              <w:contextualSpacing/>
              <w:rPr>
                <w:bCs/>
                <w:lang w:val="fr-FR" w:eastAsia="en-GB"/>
              </w:rPr>
            </w:pPr>
            <w:sdt>
              <w:sdtPr>
                <w:rPr>
                  <w:bCs/>
                  <w:lang w:val="en-IE" w:eastAsia="en-GB"/>
                </w:rPr>
                <w:id w:val="1175461244"/>
                <w:placeholder>
                  <w:docPart w:val="DefaultPlaceholder_-1854013440"/>
                </w:placeholder>
              </w:sdtPr>
              <w:sdtEndPr/>
              <w:sdtContent>
                <w:r w:rsidR="0092012B" w:rsidRPr="002212F5">
                  <w:rPr>
                    <w:bCs/>
                    <w:lang w:val="fr-FR" w:eastAsia="en-GB"/>
                  </w:rPr>
                  <w:t>2nd</w:t>
                </w:r>
              </w:sdtContent>
            </w:sdt>
            <w:r w:rsidR="00E21DBD" w:rsidRPr="002212F5">
              <w:rPr>
                <w:bCs/>
                <w:lang w:val="fr-FR" w:eastAsia="en-GB"/>
              </w:rPr>
              <w:t xml:space="preserve"> quarter </w:t>
            </w:r>
            <w:sdt>
              <w:sdtPr>
                <w:rPr>
                  <w:bCs/>
                  <w:lang w:val="fr-FR"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530C9" w:rsidRPr="002212F5">
                  <w:rPr>
                    <w:bCs/>
                    <w:lang w:val="fr-FR" w:eastAsia="en-GB"/>
                  </w:rPr>
                  <w:t>2026</w:t>
                </w:r>
              </w:sdtContent>
            </w:sdt>
          </w:p>
          <w:p w14:paraId="158DD156" w14:textId="75A17BC7" w:rsidR="00E21DBD" w:rsidRPr="0007110E" w:rsidRDefault="006671A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530C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E530C9">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91F3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475F58B"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58CD650"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A05ED41" w:rsidR="0040388A" w:rsidRPr="0007110E" w:rsidRDefault="006671A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2212F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00B34A2"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2212F5">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2212F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2212F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2212F5">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671A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671A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AAFCA15"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31C856A"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39EAE2F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6671A7">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Default="003E50A4" w:rsidP="00994062">
      <w:pPr>
        <w:pStyle w:val="ListNumber"/>
        <w:numPr>
          <w:ilvl w:val="0"/>
          <w:numId w:val="0"/>
        </w:numPr>
        <w:ind w:left="709" w:hanging="709"/>
        <w:rPr>
          <w:b/>
          <w:bCs/>
          <w:lang w:eastAsia="en-GB"/>
        </w:rPr>
      </w:pPr>
      <w:bookmarkStart w:id="2" w:name="_Hlk132129090"/>
      <w:r>
        <w:rPr>
          <w:b/>
          <w:bCs/>
          <w:lang w:eastAsia="en-GB"/>
        </w:rPr>
        <w:t>Entity</w:t>
      </w:r>
      <w:r w:rsidR="00E21DBD" w:rsidRPr="00994062">
        <w:rPr>
          <w:b/>
          <w:bCs/>
          <w:lang w:eastAsia="en-GB"/>
        </w:rPr>
        <w:t xml:space="preserve"> Presentation (We are)</w:t>
      </w:r>
    </w:p>
    <w:p w14:paraId="69459484" w14:textId="451EA857" w:rsidR="002B3CBF" w:rsidRPr="00DD2027" w:rsidRDefault="00E530C9" w:rsidP="00ED04BA">
      <w:pPr>
        <w:pStyle w:val="ListNumber"/>
        <w:numPr>
          <w:ilvl w:val="0"/>
          <w:numId w:val="0"/>
        </w:numPr>
        <w:rPr>
          <w:szCs w:val="24"/>
          <w:lang w:eastAsia="en-GB"/>
        </w:rPr>
      </w:pPr>
      <w:r w:rsidRPr="005B1854">
        <w:rPr>
          <w:color w:val="00B0F0"/>
          <w:sz w:val="20"/>
          <w:lang w:eastAsia="en-GB"/>
        </w:rPr>
        <w:t xml:space="preserve"> </w:t>
      </w:r>
      <w:r w:rsidR="00ED04BA" w:rsidRPr="00DD2027">
        <w:rPr>
          <w:szCs w:val="24"/>
          <w:lang w:eastAsia="en-GB"/>
        </w:rPr>
        <w:t xml:space="preserve">Eurostat </w:t>
      </w:r>
      <w:r w:rsidRPr="00DD2027">
        <w:rPr>
          <w:szCs w:val="24"/>
          <w:lang w:eastAsia="en-GB"/>
        </w:rPr>
        <w:t xml:space="preserve">Unit G1's mission is to provide high quality European statistical business registers (national statistical business registers, the EuroGroups Register (EGR) and the data exchanges between them) for the production and dissemination of relevant and consistent European business statistics. The unit is tasked with supporting European profiling, ensuring consistency in the work carried out at the national level by Large Cases </w:t>
      </w:r>
      <w:r w:rsidRPr="00DD2027">
        <w:rPr>
          <w:szCs w:val="24"/>
          <w:lang w:eastAsia="en-GB"/>
        </w:rPr>
        <w:lastRenderedPageBreak/>
        <w:t xml:space="preserve">Units and the Early Warning System, and integrating these activities into a systematic approach for MNE group data. </w:t>
      </w:r>
    </w:p>
    <w:p w14:paraId="4D7F4F83" w14:textId="77777777" w:rsidR="00ED2360" w:rsidRPr="00DD2027" w:rsidRDefault="00ED2360" w:rsidP="00ED04BA">
      <w:pPr>
        <w:pStyle w:val="ListNumber"/>
        <w:numPr>
          <w:ilvl w:val="0"/>
          <w:numId w:val="0"/>
        </w:numPr>
        <w:rPr>
          <w:b/>
          <w:bCs/>
          <w:szCs w:val="24"/>
          <w:lang w:eastAsia="en-GB"/>
        </w:rPr>
      </w:pPr>
    </w:p>
    <w:p w14:paraId="50617C66" w14:textId="3928B21B" w:rsidR="00E21DBD" w:rsidRPr="00DD2027" w:rsidRDefault="00E21DBD" w:rsidP="00994062">
      <w:pPr>
        <w:pStyle w:val="ListNumber"/>
        <w:numPr>
          <w:ilvl w:val="0"/>
          <w:numId w:val="0"/>
        </w:numPr>
        <w:ind w:left="709" w:hanging="709"/>
        <w:rPr>
          <w:b/>
          <w:bCs/>
          <w:lang w:eastAsia="en-GB"/>
        </w:rPr>
      </w:pPr>
      <w:r w:rsidRPr="00DD2027">
        <w:rPr>
          <w:b/>
          <w:bCs/>
          <w:lang w:eastAsia="en-GB"/>
        </w:rPr>
        <w:t>Job Presentation (We propose)</w:t>
      </w:r>
    </w:p>
    <w:p w14:paraId="5A93002B" w14:textId="77777777" w:rsidR="007751BA" w:rsidRPr="00DD2027" w:rsidRDefault="007751BA" w:rsidP="00994062">
      <w:pPr>
        <w:pStyle w:val="ListNumber"/>
        <w:numPr>
          <w:ilvl w:val="0"/>
          <w:numId w:val="0"/>
        </w:numPr>
        <w:ind w:left="709" w:hanging="709"/>
        <w:rPr>
          <w:b/>
          <w:bCs/>
          <w:lang w:eastAsia="en-GB"/>
        </w:rPr>
      </w:pPr>
    </w:p>
    <w:tbl>
      <w:tblPr>
        <w:tblW w:w="8930" w:type="dxa"/>
        <w:tblLayout w:type="fixed"/>
        <w:tblLook w:val="01E0" w:firstRow="1" w:lastRow="1" w:firstColumn="1" w:lastColumn="1" w:noHBand="0" w:noVBand="0"/>
      </w:tblPr>
      <w:tblGrid>
        <w:gridCol w:w="8930"/>
      </w:tblGrid>
      <w:tr w:rsidR="00E530C9" w:rsidRPr="00DD2027" w14:paraId="5E4A1637" w14:textId="77777777" w:rsidTr="007751BA">
        <w:tc>
          <w:tcPr>
            <w:tcW w:w="8930" w:type="dxa"/>
            <w:shd w:val="clear" w:color="auto" w:fill="auto"/>
          </w:tcPr>
          <w:p w14:paraId="7042DFCF" w14:textId="77777777" w:rsidR="00594C23" w:rsidRPr="00DD2027" w:rsidRDefault="00F21191" w:rsidP="00ED04BA">
            <w:pPr>
              <w:pStyle w:val="ListNumber"/>
              <w:numPr>
                <w:ilvl w:val="0"/>
                <w:numId w:val="0"/>
              </w:numPr>
              <w:rPr>
                <w:szCs w:val="24"/>
                <w:lang w:eastAsia="en-GB"/>
              </w:rPr>
            </w:pPr>
            <w:bookmarkStart w:id="3" w:name="_Hlk207359110"/>
            <w:r w:rsidRPr="00DD2027">
              <w:rPr>
                <w:szCs w:val="24"/>
                <w:lang w:eastAsia="en-GB"/>
              </w:rPr>
              <w:t>We propose a rewarding position where th</w:t>
            </w:r>
            <w:r w:rsidR="00E530C9" w:rsidRPr="00DD2027">
              <w:rPr>
                <w:szCs w:val="24"/>
                <w:lang w:eastAsia="en-GB"/>
              </w:rPr>
              <w:t xml:space="preserve">e Seconded National Expert will assist with the ongoing efforts to address the challenges posed by globalization in business registers and, more broadly, in business statistics. </w:t>
            </w:r>
          </w:p>
          <w:p w14:paraId="3F2C59F9" w14:textId="3A41255B" w:rsidR="00E530C9" w:rsidRPr="00DD2027" w:rsidRDefault="00E530C9" w:rsidP="00ED04BA">
            <w:pPr>
              <w:pStyle w:val="ListNumber"/>
              <w:numPr>
                <w:ilvl w:val="0"/>
                <w:numId w:val="0"/>
              </w:numPr>
              <w:rPr>
                <w:szCs w:val="24"/>
                <w:lang w:eastAsia="en-GB"/>
              </w:rPr>
            </w:pPr>
            <w:r w:rsidRPr="00DD2027">
              <w:rPr>
                <w:szCs w:val="24"/>
                <w:lang w:eastAsia="en-GB"/>
              </w:rPr>
              <w:t>This work includes monitoring compliance with the European Business Statistics Regulation for business registers, providing technical support in implementing the quality programme, assisting and developing the methodology on business registers and statistical units, European profiling and EuroGroups Register to accurately reflect the activities and understanding of the largest Multinational Enterprise (MNE) Groups</w:t>
            </w:r>
            <w:r w:rsidR="00F21191" w:rsidRPr="00DD2027">
              <w:rPr>
                <w:szCs w:val="24"/>
                <w:lang w:eastAsia="en-GB"/>
              </w:rPr>
              <w:t>.</w:t>
            </w:r>
          </w:p>
          <w:tbl>
            <w:tblPr>
              <w:tblW w:w="8930" w:type="dxa"/>
              <w:tblLayout w:type="fixed"/>
              <w:tblLook w:val="01E0" w:firstRow="1" w:lastRow="1" w:firstColumn="1" w:lastColumn="1" w:noHBand="0" w:noVBand="0"/>
            </w:tblPr>
            <w:tblGrid>
              <w:gridCol w:w="8930"/>
            </w:tblGrid>
            <w:tr w:rsidR="00DD2027" w:rsidRPr="00DD2027" w14:paraId="3D55C567" w14:textId="77777777" w:rsidTr="007751BA">
              <w:tc>
                <w:tcPr>
                  <w:tcW w:w="8930" w:type="dxa"/>
                </w:tcPr>
                <w:p w14:paraId="07BB73CA" w14:textId="2E9B46B2" w:rsidR="00E530C9" w:rsidRPr="00DD2027" w:rsidRDefault="00E530C9" w:rsidP="001859DF">
                  <w:pPr>
                    <w:spacing w:after="0"/>
                    <w:ind w:right="1317"/>
                    <w:rPr>
                      <w:szCs w:val="24"/>
                      <w:lang w:eastAsia="en-GB"/>
                    </w:rPr>
                  </w:pPr>
                </w:p>
              </w:tc>
            </w:tr>
            <w:tr w:rsidR="00DD2027" w:rsidRPr="00DD2027" w14:paraId="4037E3C8" w14:textId="77777777" w:rsidTr="007751BA">
              <w:tc>
                <w:tcPr>
                  <w:tcW w:w="8930" w:type="dxa"/>
                </w:tcPr>
                <w:p w14:paraId="6D2109E6" w14:textId="77777777" w:rsidR="00E530C9" w:rsidRPr="00DD2027" w:rsidRDefault="00E530C9" w:rsidP="001859DF">
                  <w:pPr>
                    <w:spacing w:after="0"/>
                    <w:ind w:right="1317"/>
                    <w:rPr>
                      <w:szCs w:val="24"/>
                      <w:lang w:eastAsia="en-GB"/>
                    </w:rPr>
                  </w:pPr>
                </w:p>
                <w:p w14:paraId="2785B69D" w14:textId="77777777" w:rsidR="00E530C9" w:rsidRPr="00DD2027" w:rsidRDefault="00E530C9" w:rsidP="001859DF">
                  <w:pPr>
                    <w:spacing w:after="0"/>
                    <w:ind w:right="1317"/>
                    <w:rPr>
                      <w:szCs w:val="24"/>
                      <w:lang w:eastAsia="en-GB"/>
                    </w:rPr>
                  </w:pPr>
                  <w:r w:rsidRPr="00DD2027">
                    <w:rPr>
                      <w:szCs w:val="24"/>
                      <w:lang w:eastAsia="en-GB"/>
                    </w:rPr>
                    <w:t>The successful candidate will, under the supervision of the responsible Commission official:</w:t>
                  </w:r>
                </w:p>
                <w:p w14:paraId="4FBB7AD4" w14:textId="5B34875E" w:rsidR="00E530C9" w:rsidRPr="00DD2027" w:rsidRDefault="00E530C9" w:rsidP="00456E2D">
                  <w:pPr>
                    <w:numPr>
                      <w:ilvl w:val="0"/>
                      <w:numId w:val="34"/>
                    </w:numPr>
                    <w:spacing w:after="0"/>
                    <w:ind w:right="175"/>
                    <w:rPr>
                      <w:szCs w:val="24"/>
                      <w:lang w:eastAsia="en-GB"/>
                    </w:rPr>
                  </w:pPr>
                  <w:r w:rsidRPr="00DD2027">
                    <w:rPr>
                      <w:szCs w:val="24"/>
                      <w:lang w:eastAsia="en-GB"/>
                    </w:rPr>
                    <w:t>contribute to the methodological discussion on the national statistical business registers, statistical units, profiling and EuroGroups Register</w:t>
                  </w:r>
                  <w:r w:rsidR="00456E2D" w:rsidRPr="00DD2027">
                    <w:rPr>
                      <w:szCs w:val="24"/>
                      <w:lang w:eastAsia="en-GB"/>
                    </w:rPr>
                    <w:t>, including data quality analysis, measuring compliance to the Regulation.</w:t>
                  </w:r>
                </w:p>
                <w:p w14:paraId="219030F6" w14:textId="77777777" w:rsidR="00456E2D" w:rsidRPr="00DD2027" w:rsidRDefault="00456E2D" w:rsidP="00456E2D">
                  <w:pPr>
                    <w:spacing w:after="0"/>
                    <w:ind w:left="720" w:right="175"/>
                    <w:rPr>
                      <w:szCs w:val="24"/>
                      <w:lang w:eastAsia="en-GB"/>
                    </w:rPr>
                  </w:pPr>
                </w:p>
                <w:p w14:paraId="6663F007" w14:textId="77777777" w:rsidR="00E530C9" w:rsidRPr="00DD2027" w:rsidRDefault="00E530C9" w:rsidP="00456E2D">
                  <w:pPr>
                    <w:numPr>
                      <w:ilvl w:val="0"/>
                      <w:numId w:val="34"/>
                    </w:numPr>
                    <w:spacing w:after="0"/>
                    <w:ind w:right="175"/>
                    <w:rPr>
                      <w:szCs w:val="24"/>
                      <w:lang w:eastAsia="en-GB"/>
                    </w:rPr>
                  </w:pPr>
                  <w:r w:rsidRPr="00DD2027">
                    <w:rPr>
                      <w:szCs w:val="24"/>
                      <w:lang w:eastAsia="en-GB"/>
                    </w:rPr>
                    <w:t>contribute to the development of a strategy on addressing MNEs in a systematic way, in particular in relation to the European Profiling programme and in cooperation with National Accounts.</w:t>
                  </w:r>
                </w:p>
                <w:p w14:paraId="3D64D1A9" w14:textId="77777777" w:rsidR="00456E2D" w:rsidRPr="00DD2027" w:rsidRDefault="00456E2D" w:rsidP="00456E2D">
                  <w:pPr>
                    <w:spacing w:after="0"/>
                    <w:ind w:left="720" w:right="175"/>
                    <w:rPr>
                      <w:szCs w:val="24"/>
                      <w:lang w:eastAsia="en-GB"/>
                    </w:rPr>
                  </w:pPr>
                </w:p>
                <w:p w14:paraId="22FC34A8" w14:textId="77777777" w:rsidR="00E530C9" w:rsidRPr="00DD2027" w:rsidRDefault="00E530C9" w:rsidP="00456E2D">
                  <w:pPr>
                    <w:numPr>
                      <w:ilvl w:val="0"/>
                      <w:numId w:val="34"/>
                    </w:numPr>
                    <w:spacing w:after="0"/>
                    <w:ind w:right="175"/>
                    <w:rPr>
                      <w:szCs w:val="24"/>
                      <w:lang w:eastAsia="en-GB"/>
                    </w:rPr>
                  </w:pPr>
                  <w:r w:rsidRPr="00DD2027">
                    <w:rPr>
                      <w:szCs w:val="24"/>
                      <w:lang w:eastAsia="en-GB"/>
                    </w:rPr>
                    <w:t>assist the Member States in implementing profiling activities and liaise with other external and internal stakeholders in supporting the profiling of the most significant MNEs operating in Europe.</w:t>
                  </w:r>
                </w:p>
                <w:p w14:paraId="7788C6F6" w14:textId="77777777" w:rsidR="00456E2D" w:rsidRPr="00DD2027" w:rsidRDefault="00456E2D" w:rsidP="00456E2D">
                  <w:pPr>
                    <w:pStyle w:val="ListParagraph"/>
                    <w:rPr>
                      <w:sz w:val="24"/>
                      <w:szCs w:val="24"/>
                      <w:lang w:val="en-US" w:eastAsia="en-GB"/>
                    </w:rPr>
                  </w:pPr>
                </w:p>
                <w:p w14:paraId="42A5603D" w14:textId="77777777" w:rsidR="00456E2D" w:rsidRPr="00DD2027" w:rsidRDefault="00E530C9" w:rsidP="00456E2D">
                  <w:pPr>
                    <w:numPr>
                      <w:ilvl w:val="0"/>
                      <w:numId w:val="34"/>
                    </w:numPr>
                    <w:spacing w:after="0"/>
                    <w:ind w:right="175"/>
                    <w:rPr>
                      <w:szCs w:val="24"/>
                      <w:lang w:eastAsia="en-GB"/>
                    </w:rPr>
                  </w:pPr>
                  <w:r w:rsidRPr="00DD2027">
                    <w:rPr>
                      <w:szCs w:val="24"/>
                      <w:lang w:eastAsia="en-GB"/>
                    </w:rPr>
                    <w:t xml:space="preserve">contribute to the quality assurance work in relation to the national statistical business registers and EuroGroups Register, including assisting the Member States in the </w:t>
                  </w:r>
                  <w:r w:rsidR="00594C23" w:rsidRPr="00DD2027">
                    <w:rPr>
                      <w:szCs w:val="24"/>
                      <w:lang w:eastAsia="en-GB"/>
                    </w:rPr>
                    <w:t xml:space="preserve">implementation </w:t>
                  </w:r>
                  <w:r w:rsidRPr="00DD2027">
                    <w:rPr>
                      <w:szCs w:val="24"/>
                      <w:lang w:eastAsia="en-GB"/>
                    </w:rPr>
                    <w:t>of the statistical units (Enterprise and KAU) in statistical business registers</w:t>
                  </w:r>
                  <w:r w:rsidR="00456E2D" w:rsidRPr="00DD2027">
                    <w:rPr>
                      <w:szCs w:val="24"/>
                      <w:lang w:eastAsia="en-GB"/>
                    </w:rPr>
                    <w:t>.</w:t>
                  </w:r>
                </w:p>
                <w:p w14:paraId="3AF85121" w14:textId="77777777" w:rsidR="00456E2D" w:rsidRPr="00DD2027" w:rsidRDefault="00456E2D" w:rsidP="00456E2D">
                  <w:pPr>
                    <w:spacing w:after="0"/>
                    <w:ind w:left="720" w:right="175"/>
                    <w:rPr>
                      <w:szCs w:val="24"/>
                      <w:lang w:eastAsia="en-GB"/>
                    </w:rPr>
                  </w:pPr>
                </w:p>
                <w:p w14:paraId="6503C151" w14:textId="1C253306" w:rsidR="00456E2D" w:rsidRPr="00DD2027" w:rsidRDefault="00AA66A3" w:rsidP="00456E2D">
                  <w:pPr>
                    <w:numPr>
                      <w:ilvl w:val="0"/>
                      <w:numId w:val="34"/>
                    </w:numPr>
                    <w:spacing w:after="0"/>
                    <w:ind w:right="175"/>
                    <w:rPr>
                      <w:szCs w:val="24"/>
                      <w:lang w:eastAsia="en-GB"/>
                    </w:rPr>
                  </w:pPr>
                  <w:r w:rsidRPr="00DD2027">
                    <w:rPr>
                      <w:szCs w:val="24"/>
                      <w:lang w:eastAsia="en-GB"/>
                    </w:rPr>
                    <w:t>interact with stakeholders</w:t>
                  </w:r>
                  <w:r w:rsidR="00456E2D" w:rsidRPr="00DD2027">
                    <w:rPr>
                      <w:szCs w:val="24"/>
                      <w:lang w:eastAsia="en-GB"/>
                    </w:rPr>
                    <w:t xml:space="preserve"> within the Unit, the Directorate and other Eurostat stakeholders</w:t>
                  </w:r>
                  <w:r w:rsidRPr="00DD2027">
                    <w:rPr>
                      <w:szCs w:val="24"/>
                      <w:lang w:eastAsia="en-GB"/>
                    </w:rPr>
                    <w:t>.</w:t>
                  </w:r>
                </w:p>
                <w:p w14:paraId="0E8595A7" w14:textId="0DB010CB" w:rsidR="00E530C9" w:rsidRPr="00DD2027" w:rsidRDefault="00E530C9" w:rsidP="00456E2D">
                  <w:pPr>
                    <w:numPr>
                      <w:ilvl w:val="0"/>
                      <w:numId w:val="34"/>
                    </w:numPr>
                    <w:spacing w:after="0"/>
                    <w:ind w:right="1317"/>
                    <w:rPr>
                      <w:szCs w:val="24"/>
                      <w:lang w:eastAsia="en-GB"/>
                    </w:rPr>
                  </w:pPr>
                  <w:r w:rsidRPr="00DD2027">
                    <w:rPr>
                      <w:szCs w:val="24"/>
                      <w:lang w:eastAsia="en-GB"/>
                    </w:rPr>
                    <w:t>participate and contribute to internal and external meetings.</w:t>
                  </w:r>
                </w:p>
                <w:p w14:paraId="6B07CA85" w14:textId="77777777" w:rsidR="00F21191" w:rsidRPr="00DD2027" w:rsidRDefault="00F21191" w:rsidP="001859DF">
                  <w:pPr>
                    <w:spacing w:after="0"/>
                    <w:ind w:left="720" w:right="1317"/>
                    <w:rPr>
                      <w:szCs w:val="24"/>
                      <w:lang w:eastAsia="en-GB"/>
                    </w:rPr>
                  </w:pPr>
                </w:p>
                <w:p w14:paraId="0197CB2D" w14:textId="77D1F201" w:rsidR="00F21191" w:rsidRPr="00DD2027" w:rsidRDefault="00456E2D" w:rsidP="00456E2D">
                  <w:pPr>
                    <w:numPr>
                      <w:ilvl w:val="0"/>
                      <w:numId w:val="34"/>
                    </w:numPr>
                    <w:spacing w:after="0"/>
                    <w:ind w:right="175"/>
                    <w:rPr>
                      <w:szCs w:val="24"/>
                      <w:lang w:eastAsia="en-GB"/>
                    </w:rPr>
                  </w:pPr>
                  <w:r w:rsidRPr="00DD2027">
                    <w:rPr>
                      <w:szCs w:val="24"/>
                      <w:lang w:eastAsia="en-GB"/>
                    </w:rPr>
                    <w:t>collaborate</w:t>
                  </w:r>
                  <w:r w:rsidR="00F21191" w:rsidRPr="00DD2027">
                    <w:rPr>
                      <w:szCs w:val="24"/>
                      <w:lang w:eastAsia="en-GB"/>
                    </w:rPr>
                    <w:t xml:space="preserve"> with business statistics/business registers/statistical unit experts in the Member States and EEA/EFTA countries;</w:t>
                  </w:r>
                </w:p>
                <w:p w14:paraId="375A304D" w14:textId="425E1835" w:rsidR="00F21191" w:rsidRPr="00DD2027" w:rsidRDefault="00F21191" w:rsidP="00456E2D">
                  <w:pPr>
                    <w:numPr>
                      <w:ilvl w:val="0"/>
                      <w:numId w:val="34"/>
                    </w:numPr>
                    <w:spacing w:after="0"/>
                    <w:ind w:right="175"/>
                    <w:rPr>
                      <w:szCs w:val="24"/>
                      <w:lang w:eastAsia="en-GB"/>
                    </w:rPr>
                  </w:pPr>
                  <w:r w:rsidRPr="00DD2027">
                    <w:rPr>
                      <w:szCs w:val="24"/>
                      <w:lang w:eastAsia="en-GB"/>
                    </w:rPr>
                    <w:t>draft documents, making presentations for working groups and other ESS meetings, including representing Eurostat in external meetings</w:t>
                  </w:r>
                  <w:r w:rsidR="007951BB">
                    <w:rPr>
                      <w:szCs w:val="24"/>
                      <w:lang w:eastAsia="en-GB"/>
                    </w:rPr>
                    <w:t>.</w:t>
                  </w:r>
                </w:p>
                <w:p w14:paraId="19FBC13C" w14:textId="2ED37A41" w:rsidR="00F21191" w:rsidRPr="00DD2027" w:rsidRDefault="00F21191" w:rsidP="00456E2D">
                  <w:pPr>
                    <w:numPr>
                      <w:ilvl w:val="0"/>
                      <w:numId w:val="34"/>
                    </w:numPr>
                    <w:spacing w:after="0"/>
                    <w:ind w:right="175"/>
                    <w:rPr>
                      <w:szCs w:val="24"/>
                      <w:lang w:eastAsia="en-GB"/>
                    </w:rPr>
                  </w:pPr>
                  <w:r w:rsidRPr="00DD2027">
                    <w:rPr>
                      <w:szCs w:val="24"/>
                      <w:lang w:eastAsia="en-GB"/>
                    </w:rPr>
                    <w:t>support the profiling process and users, including communication and technical support concerning profiling of Large MNE groups</w:t>
                  </w:r>
                  <w:r w:rsidR="007951BB">
                    <w:rPr>
                      <w:szCs w:val="24"/>
                      <w:lang w:eastAsia="en-GB"/>
                    </w:rPr>
                    <w:t>.</w:t>
                  </w:r>
                </w:p>
                <w:p w14:paraId="1C9BE8F0" w14:textId="6792A615" w:rsidR="00F21191" w:rsidRPr="007951BB" w:rsidRDefault="00F21191" w:rsidP="001859DF">
                  <w:pPr>
                    <w:numPr>
                      <w:ilvl w:val="0"/>
                      <w:numId w:val="34"/>
                    </w:numPr>
                    <w:spacing w:after="0"/>
                    <w:ind w:right="1317"/>
                    <w:rPr>
                      <w:szCs w:val="24"/>
                      <w:lang w:eastAsia="en-GB"/>
                    </w:rPr>
                  </w:pPr>
                  <w:r w:rsidRPr="007951BB">
                    <w:rPr>
                      <w:szCs w:val="24"/>
                      <w:lang w:eastAsia="en-GB"/>
                    </w:rPr>
                    <w:lastRenderedPageBreak/>
                    <w:t>data analysis and support to dissemination of data and metadata, including prepare article for dissemination, organise webinars and training</w:t>
                  </w:r>
                  <w:r w:rsidR="007951BB">
                    <w:rPr>
                      <w:szCs w:val="24"/>
                      <w:lang w:eastAsia="en-GB"/>
                    </w:rPr>
                    <w:t>.</w:t>
                  </w:r>
                </w:p>
                <w:p w14:paraId="35CACD6F" w14:textId="77777777" w:rsidR="00E530C9" w:rsidRPr="00DD2027" w:rsidRDefault="00E530C9" w:rsidP="001859DF">
                  <w:pPr>
                    <w:spacing w:after="0"/>
                    <w:ind w:right="1317"/>
                    <w:rPr>
                      <w:szCs w:val="24"/>
                      <w:lang w:eastAsia="en-GB"/>
                    </w:rPr>
                  </w:pPr>
                </w:p>
              </w:tc>
            </w:tr>
            <w:bookmarkEnd w:id="3"/>
          </w:tbl>
          <w:p w14:paraId="3B2A3BEF" w14:textId="77777777" w:rsidR="00E530C9" w:rsidRPr="00DD2027" w:rsidRDefault="00E530C9" w:rsidP="001859DF">
            <w:pPr>
              <w:spacing w:after="0"/>
              <w:ind w:right="1317"/>
              <w:rPr>
                <w:b/>
                <w:szCs w:val="24"/>
                <w:lang w:eastAsia="en-GB"/>
              </w:rPr>
            </w:pPr>
          </w:p>
        </w:tc>
      </w:tr>
    </w:tbl>
    <w:p w14:paraId="433AC71A" w14:textId="77777777" w:rsidR="002B3CBF" w:rsidRPr="00DD2027" w:rsidRDefault="002B3CBF" w:rsidP="00994062">
      <w:pPr>
        <w:pStyle w:val="ListNumber"/>
        <w:numPr>
          <w:ilvl w:val="0"/>
          <w:numId w:val="0"/>
        </w:numPr>
        <w:ind w:left="709" w:hanging="709"/>
        <w:rPr>
          <w:b/>
          <w:bCs/>
          <w:lang w:eastAsia="en-GB"/>
        </w:rPr>
      </w:pPr>
    </w:p>
    <w:p w14:paraId="58E0FD96" w14:textId="2D5F7C92" w:rsidR="00E21DBD" w:rsidRPr="00DD2027" w:rsidRDefault="00E21DBD" w:rsidP="00994062">
      <w:pPr>
        <w:pStyle w:val="ListNumber"/>
        <w:numPr>
          <w:ilvl w:val="0"/>
          <w:numId w:val="0"/>
        </w:numPr>
        <w:ind w:left="709" w:hanging="709"/>
        <w:rPr>
          <w:lang w:eastAsia="en-GB"/>
        </w:rPr>
      </w:pPr>
      <w:r w:rsidRPr="00DD2027">
        <w:rPr>
          <w:b/>
          <w:bCs/>
          <w:lang w:eastAsia="en-GB"/>
        </w:rPr>
        <w:t>Jobholder Profile (We look for)</w:t>
      </w:r>
    </w:p>
    <w:sdt>
      <w:sdtPr>
        <w:rPr>
          <w:szCs w:val="24"/>
          <w:lang w:eastAsia="en-GB"/>
        </w:rPr>
        <w:id w:val="-209197804"/>
        <w:placeholder>
          <w:docPart w:val="D53C757808094631B3D30FCCF370CC97"/>
        </w:placeholder>
      </w:sdtPr>
      <w:sdtEndPr>
        <w:rPr>
          <w:szCs w:val="20"/>
          <w:lang w:val="en-US"/>
        </w:rPr>
      </w:sdtEndPr>
      <w:sdtContent>
        <w:tbl>
          <w:tblPr>
            <w:tblW w:w="8930" w:type="dxa"/>
            <w:tblLayout w:type="fixed"/>
            <w:tblLook w:val="01E0" w:firstRow="1" w:lastRow="1" w:firstColumn="1" w:lastColumn="1" w:noHBand="0" w:noVBand="0"/>
          </w:tblPr>
          <w:tblGrid>
            <w:gridCol w:w="8930"/>
          </w:tblGrid>
          <w:tr w:rsidR="00DD2027" w:rsidRPr="00DD2027" w14:paraId="1A2CE6E0" w14:textId="77777777" w:rsidTr="007751BA">
            <w:tc>
              <w:tcPr>
                <w:tcW w:w="8930" w:type="dxa"/>
                <w:shd w:val="clear" w:color="auto" w:fill="auto"/>
              </w:tcPr>
              <w:p w14:paraId="0C9F225A" w14:textId="4BFFA5B5" w:rsidR="00E530C9" w:rsidRPr="00DD2027" w:rsidRDefault="00F21191" w:rsidP="00AA66A3">
                <w:pPr>
                  <w:spacing w:after="0"/>
                  <w:ind w:right="175"/>
                  <w:rPr>
                    <w:szCs w:val="24"/>
                    <w:lang w:eastAsia="en-GB"/>
                  </w:rPr>
                </w:pPr>
                <w:r w:rsidRPr="00DD2027">
                  <w:rPr>
                    <w:szCs w:val="24"/>
                    <w:lang w:eastAsia="en-GB"/>
                  </w:rPr>
                  <w:t>The ideal candidate should:</w:t>
                </w:r>
              </w:p>
              <w:p w14:paraId="6A45B5F9" w14:textId="77777777" w:rsidR="00AA66A3" w:rsidRPr="00DD2027" w:rsidRDefault="00AA66A3" w:rsidP="00AA66A3">
                <w:pPr>
                  <w:spacing w:after="0"/>
                  <w:ind w:right="175"/>
                  <w:rPr>
                    <w:szCs w:val="24"/>
                    <w:lang w:eastAsia="en-GB"/>
                  </w:rPr>
                </w:pPr>
              </w:p>
              <w:p w14:paraId="4FF58CF1" w14:textId="0A66E902" w:rsidR="00E530C9" w:rsidRPr="00DD2027" w:rsidRDefault="00E530C9" w:rsidP="00AA66A3">
                <w:pPr>
                  <w:numPr>
                    <w:ilvl w:val="0"/>
                    <w:numId w:val="34"/>
                  </w:numPr>
                  <w:spacing w:after="0"/>
                  <w:ind w:right="175"/>
                  <w:rPr>
                    <w:szCs w:val="24"/>
                    <w:lang w:eastAsia="en-GB"/>
                  </w:rPr>
                </w:pPr>
                <w:r w:rsidRPr="00DD2027">
                  <w:rPr>
                    <w:szCs w:val="24"/>
                    <w:lang w:eastAsia="en-GB"/>
                  </w:rPr>
                  <w:t xml:space="preserve"> </w:t>
                </w:r>
                <w:r w:rsidR="00F21191" w:rsidRPr="00DD2027">
                  <w:rPr>
                    <w:szCs w:val="24"/>
                    <w:lang w:eastAsia="en-GB"/>
                  </w:rPr>
                  <w:t xml:space="preserve">have a </w:t>
                </w:r>
                <w:r w:rsidRPr="00DD2027">
                  <w:rPr>
                    <w:szCs w:val="24"/>
                    <w:lang w:eastAsia="en-GB"/>
                  </w:rPr>
                  <w:t xml:space="preserve">relevant </w:t>
                </w:r>
                <w:r w:rsidR="001351E3">
                  <w:rPr>
                    <w:szCs w:val="24"/>
                    <w:lang w:eastAsia="en-GB"/>
                  </w:rPr>
                  <w:t>u</w:t>
                </w:r>
                <w:r w:rsidRPr="00DD2027">
                  <w:rPr>
                    <w:szCs w:val="24"/>
                    <w:lang w:eastAsia="en-GB"/>
                  </w:rPr>
                  <w:t xml:space="preserve">niversity </w:t>
                </w:r>
                <w:r w:rsidR="001351E3">
                  <w:rPr>
                    <w:szCs w:val="24"/>
                    <w:lang w:eastAsia="en-GB"/>
                  </w:rPr>
                  <w:t>d</w:t>
                </w:r>
                <w:r w:rsidRPr="00DD2027">
                  <w:rPr>
                    <w:szCs w:val="24"/>
                    <w:lang w:eastAsia="en-GB"/>
                  </w:rPr>
                  <w:t>egree in economics, statistics/mathematics, IT or similar fields.</w:t>
                </w:r>
              </w:p>
            </w:tc>
          </w:tr>
          <w:tr w:rsidR="00DD2027" w:rsidRPr="00DD2027" w14:paraId="2636E5F7" w14:textId="77777777" w:rsidTr="007751BA">
            <w:tc>
              <w:tcPr>
                <w:tcW w:w="8930" w:type="dxa"/>
                <w:shd w:val="clear" w:color="auto" w:fill="auto"/>
              </w:tcPr>
              <w:p w14:paraId="47A1D360" w14:textId="77777777" w:rsidR="00E530C9" w:rsidRPr="00DD2027" w:rsidRDefault="00E530C9" w:rsidP="00AA66A3">
                <w:pPr>
                  <w:spacing w:after="0"/>
                  <w:ind w:right="175"/>
                  <w:rPr>
                    <w:szCs w:val="24"/>
                    <w:lang w:eastAsia="en-GB"/>
                  </w:rPr>
                </w:pPr>
              </w:p>
            </w:tc>
          </w:tr>
          <w:tr w:rsidR="00DD2027" w:rsidRPr="00DD2027" w14:paraId="1DED0C42" w14:textId="77777777" w:rsidTr="007751BA">
            <w:tc>
              <w:tcPr>
                <w:tcW w:w="8930" w:type="dxa"/>
                <w:shd w:val="clear" w:color="auto" w:fill="auto"/>
              </w:tcPr>
              <w:p w14:paraId="2769C687" w14:textId="2E859C3B" w:rsidR="00F21191" w:rsidRPr="00DD2027" w:rsidRDefault="00E530C9" w:rsidP="00AA66A3">
                <w:pPr>
                  <w:numPr>
                    <w:ilvl w:val="0"/>
                    <w:numId w:val="34"/>
                  </w:numPr>
                  <w:spacing w:after="0"/>
                  <w:ind w:right="175"/>
                  <w:rPr>
                    <w:szCs w:val="24"/>
                    <w:lang w:eastAsia="en-GB"/>
                  </w:rPr>
                </w:pPr>
                <w:r w:rsidRPr="00DD2027">
                  <w:rPr>
                    <w:szCs w:val="24"/>
                    <w:lang w:eastAsia="en-GB"/>
                  </w:rPr>
                  <w:t xml:space="preserve"> have at least 3 years of experience in Business Statistics or in National Accounts and proven coordination and communication skills and experience in working in a complex environment of many different stakeholders. </w:t>
                </w:r>
              </w:p>
              <w:p w14:paraId="0E5B736F" w14:textId="77777777" w:rsidR="00AA66A3" w:rsidRPr="00DD2027" w:rsidRDefault="00AA66A3" w:rsidP="00AA66A3">
                <w:pPr>
                  <w:spacing w:after="0"/>
                  <w:ind w:left="720" w:right="175"/>
                  <w:rPr>
                    <w:szCs w:val="24"/>
                    <w:lang w:eastAsia="en-GB"/>
                  </w:rPr>
                </w:pPr>
              </w:p>
              <w:p w14:paraId="72FE74D5" w14:textId="77777777" w:rsidR="00E530C9" w:rsidRPr="00DD2027" w:rsidRDefault="00594C23" w:rsidP="00AA66A3">
                <w:pPr>
                  <w:numPr>
                    <w:ilvl w:val="0"/>
                    <w:numId w:val="34"/>
                  </w:numPr>
                  <w:spacing w:after="0"/>
                  <w:ind w:right="175"/>
                  <w:rPr>
                    <w:szCs w:val="24"/>
                    <w:lang w:eastAsia="en-GB"/>
                  </w:rPr>
                </w:pPr>
                <w:r w:rsidRPr="00DD2027">
                  <w:rPr>
                    <w:szCs w:val="24"/>
                    <w:lang w:eastAsia="en-GB"/>
                  </w:rPr>
                  <w:t>have e</w:t>
                </w:r>
                <w:r w:rsidR="00E530C9" w:rsidRPr="00DD2027">
                  <w:rPr>
                    <w:szCs w:val="24"/>
                    <w:lang w:eastAsia="en-GB"/>
                  </w:rPr>
                  <w:t xml:space="preserve">xperience in working in national business registers, EuroGroups Register, European profiling, micro-data linking or in a national Large Case Unit, as well as numerical/statistical ability to analyse large set of data (use of at least one of the main software, e.g. SAS, R, Python) will be considered an asset. </w:t>
                </w:r>
              </w:p>
              <w:p w14:paraId="0FB44362" w14:textId="77777777" w:rsidR="00AA66A3" w:rsidRPr="00DD2027" w:rsidRDefault="00AA66A3" w:rsidP="00AA66A3">
                <w:pPr>
                  <w:spacing w:after="0"/>
                  <w:ind w:left="360" w:right="175"/>
                  <w:rPr>
                    <w:szCs w:val="24"/>
                    <w:lang w:eastAsia="en-GB"/>
                  </w:rPr>
                </w:pPr>
              </w:p>
              <w:p w14:paraId="41D4DB47" w14:textId="67A2D663" w:rsidR="00AA66A3" w:rsidRPr="00DD2027" w:rsidRDefault="00AA66A3" w:rsidP="00AA66A3">
                <w:pPr>
                  <w:numPr>
                    <w:ilvl w:val="0"/>
                    <w:numId w:val="34"/>
                  </w:numPr>
                  <w:spacing w:after="0"/>
                  <w:ind w:right="175"/>
                  <w:rPr>
                    <w:szCs w:val="24"/>
                    <w:lang w:eastAsia="en-GB"/>
                  </w:rPr>
                </w:pPr>
                <w:r w:rsidRPr="00DD2027">
                  <w:rPr>
                    <w:szCs w:val="24"/>
                    <w:lang w:eastAsia="en-GB"/>
                  </w:rPr>
                  <w:t>have</w:t>
                </w:r>
                <w:r w:rsidR="00C17F03" w:rsidRPr="00DD2027">
                  <w:rPr>
                    <w:szCs w:val="24"/>
                    <w:lang w:eastAsia="en-GB"/>
                  </w:rPr>
                  <w:t xml:space="preserve"> </w:t>
                </w:r>
                <w:r w:rsidRPr="00DD2027">
                  <w:rPr>
                    <w:szCs w:val="24"/>
                    <w:lang w:eastAsia="en-GB"/>
                  </w:rPr>
                  <w:t>very good knowledge of English, both oral and written expression.</w:t>
                </w:r>
              </w:p>
            </w:tc>
          </w:tr>
          <w:tr w:rsidR="00DD2027" w:rsidRPr="00DD2027" w14:paraId="46C5009E" w14:textId="77777777" w:rsidTr="007751BA">
            <w:trPr>
              <w:trHeight w:val="95"/>
            </w:trPr>
            <w:tc>
              <w:tcPr>
                <w:tcW w:w="8930" w:type="dxa"/>
                <w:shd w:val="clear" w:color="auto" w:fill="auto"/>
              </w:tcPr>
              <w:p w14:paraId="29FC152C" w14:textId="77777777" w:rsidR="00E530C9" w:rsidRPr="00DD2027" w:rsidRDefault="00E530C9" w:rsidP="001859DF">
                <w:pPr>
                  <w:spacing w:after="0"/>
                  <w:ind w:right="106"/>
                  <w:rPr>
                    <w:sz w:val="20"/>
                    <w:lang w:eastAsia="en-GB"/>
                  </w:rPr>
                </w:pPr>
              </w:p>
            </w:tc>
          </w:tr>
          <w:tr w:rsidR="00DD2027" w:rsidRPr="00DD2027" w14:paraId="72FF234A" w14:textId="77777777" w:rsidTr="007751BA">
            <w:trPr>
              <w:trHeight w:val="95"/>
            </w:trPr>
            <w:tc>
              <w:tcPr>
                <w:tcW w:w="8930" w:type="dxa"/>
                <w:shd w:val="clear" w:color="auto" w:fill="auto"/>
              </w:tcPr>
              <w:p w14:paraId="75345072" w14:textId="07457C0A" w:rsidR="00E530C9" w:rsidRPr="00DD2027" w:rsidRDefault="00E530C9" w:rsidP="001859DF">
                <w:pPr>
                  <w:spacing w:after="0"/>
                  <w:ind w:right="106"/>
                  <w:rPr>
                    <w:sz w:val="20"/>
                    <w:lang w:eastAsia="en-GB"/>
                  </w:rPr>
                </w:pPr>
              </w:p>
            </w:tc>
          </w:tr>
          <w:tr w:rsidR="00E530C9" w:rsidRPr="00DD2027" w14:paraId="4B49E964" w14:textId="77777777" w:rsidTr="007751BA">
            <w:trPr>
              <w:trHeight w:val="95"/>
            </w:trPr>
            <w:tc>
              <w:tcPr>
                <w:tcW w:w="8930" w:type="dxa"/>
                <w:shd w:val="clear" w:color="auto" w:fill="auto"/>
              </w:tcPr>
              <w:p w14:paraId="40F9D414" w14:textId="77777777" w:rsidR="00E530C9" w:rsidRPr="00DD2027" w:rsidRDefault="00E530C9" w:rsidP="001859DF">
                <w:pPr>
                  <w:spacing w:after="0"/>
                  <w:ind w:right="161"/>
                  <w:rPr>
                    <w:b/>
                    <w:sz w:val="20"/>
                    <w:lang w:eastAsia="en-GB"/>
                  </w:rPr>
                </w:pPr>
              </w:p>
            </w:tc>
          </w:tr>
        </w:tbl>
        <w:p w14:paraId="2F804ADF" w14:textId="77777777" w:rsidR="00E530C9" w:rsidRPr="00DD2027" w:rsidRDefault="00E530C9" w:rsidP="00E530C9">
          <w:pPr>
            <w:spacing w:after="0"/>
            <w:ind w:left="720" w:right="175"/>
            <w:rPr>
              <w:sz w:val="20"/>
              <w:lang w:eastAsia="en-GB"/>
            </w:rPr>
          </w:pPr>
        </w:p>
        <w:p w14:paraId="51994EDB" w14:textId="049003C1" w:rsidR="002E40A9" w:rsidRPr="00AF7D78" w:rsidRDefault="006671A7"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81570" w14:textId="77777777" w:rsidR="00D01F4A" w:rsidRDefault="00D01F4A">
      <w:pPr>
        <w:spacing w:after="0"/>
      </w:pPr>
      <w:r>
        <w:separator/>
      </w:r>
    </w:p>
  </w:endnote>
  <w:endnote w:type="continuationSeparator" w:id="0">
    <w:p w14:paraId="5E649FB8" w14:textId="77777777" w:rsidR="00D01F4A" w:rsidRDefault="00D0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C6A32" w14:textId="77777777" w:rsidR="00D01F4A" w:rsidRDefault="00D01F4A">
      <w:pPr>
        <w:spacing w:after="0"/>
      </w:pPr>
      <w:r>
        <w:separator/>
      </w:r>
    </w:p>
  </w:footnote>
  <w:footnote w:type="continuationSeparator" w:id="0">
    <w:p w14:paraId="48BF716C" w14:textId="77777777" w:rsidR="00D01F4A" w:rsidRDefault="00D01F4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0BEC74A"/>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D4512CF"/>
    <w:multiLevelType w:val="hybridMultilevel"/>
    <w:tmpl w:val="14C4E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8ED75C8"/>
    <w:multiLevelType w:val="hybridMultilevel"/>
    <w:tmpl w:val="BDAC11F8"/>
    <w:lvl w:ilvl="0" w:tplc="7EF6054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A6E3348"/>
    <w:multiLevelType w:val="hybridMultilevel"/>
    <w:tmpl w:val="6862F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73174466">
    <w:abstractNumId w:val="18"/>
  </w:num>
  <w:num w:numId="35" w16cid:durableId="439878087">
    <w:abstractNumId w:val="25"/>
  </w:num>
  <w:num w:numId="36" w16cid:durableId="1073774166">
    <w:abstractNumId w:val="3"/>
  </w:num>
  <w:num w:numId="37" w16cid:durableId="171796579">
    <w:abstractNumId w:val="0"/>
  </w:num>
  <w:num w:numId="38" w16cid:durableId="1631668529">
    <w:abstractNumId w:val="3"/>
  </w:num>
  <w:num w:numId="39" w16cid:durableId="1457874812">
    <w:abstractNumId w:val="24"/>
  </w:num>
  <w:num w:numId="40" w16cid:durableId="1384937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2F81"/>
    <w:rsid w:val="0007110E"/>
    <w:rsid w:val="0007544E"/>
    <w:rsid w:val="00092BCA"/>
    <w:rsid w:val="000A4668"/>
    <w:rsid w:val="000D129C"/>
    <w:rsid w:val="000F371B"/>
    <w:rsid w:val="000F4CD5"/>
    <w:rsid w:val="00111AB6"/>
    <w:rsid w:val="001351E3"/>
    <w:rsid w:val="00171484"/>
    <w:rsid w:val="001C2448"/>
    <w:rsid w:val="001D0A81"/>
    <w:rsid w:val="002109E6"/>
    <w:rsid w:val="002212F5"/>
    <w:rsid w:val="00252050"/>
    <w:rsid w:val="00255486"/>
    <w:rsid w:val="002B3CBF"/>
    <w:rsid w:val="002C13C3"/>
    <w:rsid w:val="002C49D0"/>
    <w:rsid w:val="002E40A9"/>
    <w:rsid w:val="00303150"/>
    <w:rsid w:val="00307B21"/>
    <w:rsid w:val="00385FED"/>
    <w:rsid w:val="00394447"/>
    <w:rsid w:val="003E50A4"/>
    <w:rsid w:val="0040388A"/>
    <w:rsid w:val="00431778"/>
    <w:rsid w:val="00454CC7"/>
    <w:rsid w:val="00456E2D"/>
    <w:rsid w:val="00460870"/>
    <w:rsid w:val="00464195"/>
    <w:rsid w:val="00476034"/>
    <w:rsid w:val="004A683F"/>
    <w:rsid w:val="005168AD"/>
    <w:rsid w:val="0058240F"/>
    <w:rsid w:val="00584D96"/>
    <w:rsid w:val="00592CD5"/>
    <w:rsid w:val="00594C23"/>
    <w:rsid w:val="005B1854"/>
    <w:rsid w:val="005D1B85"/>
    <w:rsid w:val="00665583"/>
    <w:rsid w:val="006671A7"/>
    <w:rsid w:val="00693BC6"/>
    <w:rsid w:val="00696070"/>
    <w:rsid w:val="007751BA"/>
    <w:rsid w:val="007951BB"/>
    <w:rsid w:val="007E531E"/>
    <w:rsid w:val="007E62F6"/>
    <w:rsid w:val="007F02AC"/>
    <w:rsid w:val="007F7012"/>
    <w:rsid w:val="00844A45"/>
    <w:rsid w:val="008D02B7"/>
    <w:rsid w:val="008F0B52"/>
    <w:rsid w:val="008F18EC"/>
    <w:rsid w:val="008F4BA9"/>
    <w:rsid w:val="0092012B"/>
    <w:rsid w:val="00994062"/>
    <w:rsid w:val="00996CC6"/>
    <w:rsid w:val="009A1EA0"/>
    <w:rsid w:val="009A2DED"/>
    <w:rsid w:val="009A2F00"/>
    <w:rsid w:val="009C5E27"/>
    <w:rsid w:val="00A033AD"/>
    <w:rsid w:val="00A87336"/>
    <w:rsid w:val="00AA66A3"/>
    <w:rsid w:val="00AB2CEA"/>
    <w:rsid w:val="00AF6424"/>
    <w:rsid w:val="00B016AF"/>
    <w:rsid w:val="00B24CC5"/>
    <w:rsid w:val="00B3644B"/>
    <w:rsid w:val="00B51B8B"/>
    <w:rsid w:val="00B65513"/>
    <w:rsid w:val="00B73F08"/>
    <w:rsid w:val="00B8014C"/>
    <w:rsid w:val="00BC3A3F"/>
    <w:rsid w:val="00C06724"/>
    <w:rsid w:val="00C134B0"/>
    <w:rsid w:val="00C17F03"/>
    <w:rsid w:val="00C3254D"/>
    <w:rsid w:val="00C504C7"/>
    <w:rsid w:val="00C55EBB"/>
    <w:rsid w:val="00C72222"/>
    <w:rsid w:val="00C75BA4"/>
    <w:rsid w:val="00CA0568"/>
    <w:rsid w:val="00CB5B61"/>
    <w:rsid w:val="00CD2C5A"/>
    <w:rsid w:val="00D0015C"/>
    <w:rsid w:val="00D01F4A"/>
    <w:rsid w:val="00D03CF4"/>
    <w:rsid w:val="00D147B8"/>
    <w:rsid w:val="00D7090C"/>
    <w:rsid w:val="00D74922"/>
    <w:rsid w:val="00D84D53"/>
    <w:rsid w:val="00D96984"/>
    <w:rsid w:val="00DD2027"/>
    <w:rsid w:val="00DD41ED"/>
    <w:rsid w:val="00DE41ED"/>
    <w:rsid w:val="00DF1E49"/>
    <w:rsid w:val="00E21DBD"/>
    <w:rsid w:val="00E342CB"/>
    <w:rsid w:val="00E41704"/>
    <w:rsid w:val="00E44D7F"/>
    <w:rsid w:val="00E530C9"/>
    <w:rsid w:val="00E82667"/>
    <w:rsid w:val="00E84FE8"/>
    <w:rsid w:val="00E91F3B"/>
    <w:rsid w:val="00EB3147"/>
    <w:rsid w:val="00ED04BA"/>
    <w:rsid w:val="00ED2360"/>
    <w:rsid w:val="00EE279C"/>
    <w:rsid w:val="00F21191"/>
    <w:rsid w:val="00F4683D"/>
    <w:rsid w:val="00F6462F"/>
    <w:rsid w:val="00F91B73"/>
    <w:rsid w:val="00F93413"/>
    <w:rsid w:val="00F9458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2F81"/>
    <w:rsid w:val="001E3B1B"/>
    <w:rsid w:val="00255486"/>
    <w:rsid w:val="00303150"/>
    <w:rsid w:val="00416B25"/>
    <w:rsid w:val="00584D96"/>
    <w:rsid w:val="006212B2"/>
    <w:rsid w:val="006F0611"/>
    <w:rsid w:val="007E62F6"/>
    <w:rsid w:val="007F7378"/>
    <w:rsid w:val="00893390"/>
    <w:rsid w:val="00894A0C"/>
    <w:rsid w:val="009A12CB"/>
    <w:rsid w:val="009A2DED"/>
    <w:rsid w:val="00BC3A3F"/>
    <w:rsid w:val="00CA527C"/>
    <w:rsid w:val="00D147B8"/>
    <w:rsid w:val="00D374C1"/>
    <w:rsid w:val="00D85ED0"/>
    <w:rsid w:val="00ED10DB"/>
    <w:rsid w:val="00F9458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2A6659C0-6B55-4961-B382-EE543F0E57B7}"/>
</file>

<file path=customXml/itemProps7.xml><?xml version="1.0" encoding="utf-8"?>
<ds:datastoreItem xmlns:ds="http://schemas.openxmlformats.org/officeDocument/2006/customXml" ds:itemID="{F56AE35A-A4C1-488B-8A80-41955AE84979}">
  <ds:schemaRefs>
    <ds:schemaRef ds:uri="http://www.w3.org/XML/1998/namespace"/>
    <ds:schemaRef ds:uri="http://schemas.microsoft.com/office/2006/documentManagement/types"/>
    <ds:schemaRef ds:uri="http://purl.org/dc/elements/1.1/"/>
    <ds:schemaRef ds:uri="http://purl.org/dc/terms/"/>
    <ds:schemaRef ds:uri="http://purl.org/dc/dcmitype/"/>
    <ds:schemaRef ds:uri="30c666ed-fe46-43d6-bf30-6de2567680e6"/>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1236</Words>
  <Characters>7048</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2025-09-05T05:56:00Z</cp:lastPrinted>
  <dcterms:created xsi:type="dcterms:W3CDTF">2025-09-09T13:43:00Z</dcterms:created>
  <dcterms:modified xsi:type="dcterms:W3CDTF">2025-09-10T13:51:00Z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